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34EFB650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259D3C44" w:rsidR="00F1480E" w:rsidRPr="005404CB" w:rsidRDefault="00643C09" w:rsidP="005A2B7E">
            <w:pPr>
              <w:pStyle w:val="SIText"/>
            </w:pPr>
            <w:r w:rsidRPr="00643C09">
              <w:t xml:space="preserve">This version released with AMP Australian Meat Processing Training Package Version </w:t>
            </w:r>
            <w:r w:rsidR="003F7347">
              <w:t>8</w:t>
            </w:r>
            <w:r w:rsidRPr="00643C0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363A12">
        <w:trPr>
          <w:tblHeader/>
        </w:trPr>
        <w:tc>
          <w:tcPr>
            <w:tcW w:w="1396" w:type="pct"/>
            <w:shd w:val="clear" w:color="auto" w:fill="auto"/>
          </w:tcPr>
          <w:p w14:paraId="4E5419B2" w14:textId="3BF96F7E" w:rsidR="00F1480E" w:rsidRPr="005404CB" w:rsidRDefault="003F7347" w:rsidP="005404CB">
            <w:pPr>
              <w:pStyle w:val="SIUNITCODE"/>
            </w:pPr>
            <w:r w:rsidRPr="00C52341">
              <w:t>AMP</w:t>
            </w:r>
            <w:r>
              <w:t>QUA4X</w:t>
            </w:r>
            <w:r w:rsidR="00CC5128">
              <w:t>19</w:t>
            </w:r>
          </w:p>
        </w:tc>
        <w:tc>
          <w:tcPr>
            <w:tcW w:w="3604" w:type="pct"/>
            <w:shd w:val="clear" w:color="auto" w:fill="auto"/>
          </w:tcPr>
          <w:p w14:paraId="0B6AAD6B" w14:textId="2D23F00A" w:rsidR="00F1480E" w:rsidRPr="005404CB" w:rsidRDefault="00C52341" w:rsidP="005404CB">
            <w:pPr>
              <w:pStyle w:val="SIUnittitle"/>
            </w:pPr>
            <w:r w:rsidRPr="00C52341">
              <w:t>Monitor meat preservation process</w:t>
            </w:r>
          </w:p>
        </w:tc>
      </w:tr>
      <w:tr w:rsidR="00F1480E" w:rsidRPr="00963A46" w14:paraId="3D75C78B" w14:textId="77777777" w:rsidTr="00363A1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72B66C" w14:textId="4651CBC4" w:rsidR="005A2B7E" w:rsidRDefault="005A2B7E" w:rsidP="005A2B7E">
            <w:pPr>
              <w:pStyle w:val="SIText"/>
            </w:pPr>
            <w:r w:rsidRPr="005A2B7E">
              <w:t>This unit describes the skills and knowledge required to monitor the hygienic preservation of meat and ensure compliance with quality standards and regulatory requirements.</w:t>
            </w:r>
          </w:p>
          <w:p w14:paraId="4B02EB61" w14:textId="77777777" w:rsidR="005A2B7E" w:rsidRPr="005A2B7E" w:rsidRDefault="005A2B7E" w:rsidP="005A2B7E">
            <w:pPr>
              <w:pStyle w:val="SIText"/>
            </w:pPr>
          </w:p>
          <w:p w14:paraId="5DCD1996" w14:textId="0F114E32" w:rsidR="005A2B7E" w:rsidRDefault="005A2B7E" w:rsidP="005A2B7E">
            <w:pPr>
              <w:pStyle w:val="SIText"/>
            </w:pPr>
            <w:r w:rsidRPr="005A2B7E">
              <w:t>This unit is applicable to meat safety officers</w:t>
            </w:r>
            <w:r w:rsidR="003F7347">
              <w:t xml:space="preserve"> or </w:t>
            </w:r>
            <w:r w:rsidRPr="005A2B7E">
              <w:t xml:space="preserve">inspectors and </w:t>
            </w:r>
            <w:r w:rsidR="003F7347">
              <w:t>q</w:t>
            </w:r>
            <w:r w:rsidR="003F7347" w:rsidRPr="005A2B7E">
              <w:t xml:space="preserve">uality </w:t>
            </w:r>
            <w:r w:rsidR="003F7347">
              <w:t>a</w:t>
            </w:r>
            <w:r w:rsidR="003F7347" w:rsidRPr="005A2B7E">
              <w:t xml:space="preserve">ssurance </w:t>
            </w:r>
            <w:r w:rsidRPr="005A2B7E">
              <w:t>managers responsible for overseeing meat preservation.</w:t>
            </w:r>
          </w:p>
          <w:p w14:paraId="670284FD" w14:textId="77777777" w:rsidR="005A2B7E" w:rsidRPr="005A2B7E" w:rsidRDefault="005A2B7E" w:rsidP="005A2B7E">
            <w:pPr>
              <w:pStyle w:val="SIText"/>
            </w:pPr>
          </w:p>
          <w:p w14:paraId="465A0B80" w14:textId="77777777" w:rsidR="00945699" w:rsidRPr="00945699" w:rsidRDefault="00945699" w:rsidP="00945699">
            <w:pPr>
              <w:pStyle w:val="SIText"/>
            </w:pPr>
            <w:r w:rsidRPr="00945699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0777F848" w14:textId="77777777" w:rsidR="00945699" w:rsidRPr="00945699" w:rsidRDefault="00945699" w:rsidP="00945699">
            <w:pPr>
              <w:pStyle w:val="SIText"/>
            </w:pPr>
          </w:p>
          <w:p w14:paraId="4DF9BC2A" w14:textId="3D12FA14" w:rsidR="00720601" w:rsidRDefault="00945699" w:rsidP="005A2B7E">
            <w:pPr>
              <w:pStyle w:val="SIText"/>
            </w:pPr>
            <w:r w:rsidRPr="00945699">
              <w:t>No licensing, legislative or certification requirements apply to this unit at the time of publication.</w:t>
            </w:r>
          </w:p>
          <w:p w14:paraId="077C0FC6" w14:textId="3CA97BAC" w:rsidR="00373436" w:rsidRPr="000754EC" w:rsidRDefault="00373436" w:rsidP="005A2B7E">
            <w:pPr>
              <w:pStyle w:val="SIText"/>
            </w:pPr>
          </w:p>
        </w:tc>
      </w:tr>
      <w:tr w:rsidR="00F1480E" w:rsidRPr="00963A46" w14:paraId="035A2A3C" w14:textId="77777777" w:rsidTr="00363A1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04409E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363A1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7DD452ED" w:rsidR="00F1480E" w:rsidRPr="005404CB" w:rsidRDefault="00FA30FE" w:rsidP="005404CB">
            <w:pPr>
              <w:pStyle w:val="SIText"/>
            </w:pPr>
            <w:r>
              <w:t>Quality Assurance (QUA)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22A3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6B0D0071" w:rsidR="00822A3F" w:rsidRPr="00822A3F" w:rsidRDefault="00822A3F" w:rsidP="00822A3F">
            <w:pPr>
              <w:pStyle w:val="SIText"/>
            </w:pPr>
            <w:r w:rsidRPr="00822A3F">
              <w:t xml:space="preserve">1. </w:t>
            </w:r>
            <w:r w:rsidR="00FA30FE">
              <w:t>Prepare for</w:t>
            </w:r>
            <w:r w:rsidR="00FA30FE" w:rsidRPr="00822A3F">
              <w:t xml:space="preserve"> </w:t>
            </w:r>
            <w:r w:rsidR="00FA30FE">
              <w:t>preserving meat</w:t>
            </w:r>
          </w:p>
        </w:tc>
        <w:tc>
          <w:tcPr>
            <w:tcW w:w="3604" w:type="pct"/>
            <w:shd w:val="clear" w:color="auto" w:fill="auto"/>
          </w:tcPr>
          <w:p w14:paraId="6E924266" w14:textId="2BF3A692" w:rsidR="00822A3F" w:rsidRPr="00822A3F" w:rsidRDefault="00822A3F" w:rsidP="00822A3F">
            <w:pPr>
              <w:pStyle w:val="SIText"/>
            </w:pPr>
            <w:r w:rsidRPr="00822A3F">
              <w:t>1.1 Identify and explain types of preservation processes used by the meat industry</w:t>
            </w:r>
          </w:p>
          <w:p w14:paraId="7C0A2C8D" w14:textId="7B4D1B08" w:rsidR="00822A3F" w:rsidRDefault="00822A3F" w:rsidP="00822A3F">
            <w:pPr>
              <w:pStyle w:val="SIText"/>
            </w:pPr>
            <w:r w:rsidRPr="00822A3F">
              <w:t>1.2 Identify meat quality required for preservation processes according to customer and workplace requirements</w:t>
            </w:r>
          </w:p>
          <w:p w14:paraId="5812F5D2" w14:textId="1CF0A27B" w:rsidR="00FA30FE" w:rsidRPr="00822A3F" w:rsidRDefault="00FA30FE" w:rsidP="00822A3F">
            <w:pPr>
              <w:pStyle w:val="SIText"/>
            </w:pPr>
            <w:r w:rsidRPr="00FA30FE">
              <w:t>1.</w:t>
            </w:r>
            <w:r>
              <w:t>3</w:t>
            </w:r>
            <w:r w:rsidRPr="00FA30FE">
              <w:t xml:space="preserve"> Identify health, safety and food safety hazards for the </w:t>
            </w:r>
            <w:r>
              <w:t>preservation of meat and address associated risks</w:t>
            </w:r>
          </w:p>
          <w:p w14:paraId="0ACD8386" w14:textId="6CD6E3C9" w:rsidR="00822A3F" w:rsidRPr="00822A3F" w:rsidRDefault="00822A3F" w:rsidP="00822A3F">
            <w:pPr>
              <w:pStyle w:val="SIText"/>
            </w:pPr>
            <w:r w:rsidRPr="00822A3F">
              <w:t>1.</w:t>
            </w:r>
            <w:r w:rsidR="00FA30FE">
              <w:t>4</w:t>
            </w:r>
            <w:r w:rsidR="00FA30FE" w:rsidRPr="00822A3F">
              <w:t xml:space="preserve"> </w:t>
            </w:r>
            <w:r w:rsidRPr="00822A3F">
              <w:t>Prepare ingredients and equipment required for the preservation process according to product specifications, hygiene and sanitation, and safety requirements</w:t>
            </w:r>
          </w:p>
        </w:tc>
      </w:tr>
      <w:tr w:rsidR="00822A3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57A8DA74" w:rsidR="00822A3F" w:rsidRPr="00822A3F" w:rsidRDefault="00822A3F" w:rsidP="00822A3F">
            <w:pPr>
              <w:pStyle w:val="SIText"/>
            </w:pPr>
            <w:r w:rsidRPr="00822A3F">
              <w:lastRenderedPageBreak/>
              <w:t xml:space="preserve">2. Monitor meat preservation </w:t>
            </w:r>
          </w:p>
        </w:tc>
        <w:tc>
          <w:tcPr>
            <w:tcW w:w="3604" w:type="pct"/>
            <w:shd w:val="clear" w:color="auto" w:fill="auto"/>
          </w:tcPr>
          <w:p w14:paraId="075FD0A9" w14:textId="77777777" w:rsidR="00822A3F" w:rsidRPr="00822A3F" w:rsidRDefault="00822A3F" w:rsidP="00822A3F">
            <w:pPr>
              <w:pStyle w:val="SIText"/>
            </w:pPr>
            <w:r w:rsidRPr="00822A3F">
              <w:t>2.1 Inspect and monitor product and process to ensure meat is preserved to specifications, health, hygiene and customer requirements</w:t>
            </w:r>
          </w:p>
          <w:p w14:paraId="01D4A243" w14:textId="77777777" w:rsidR="00822A3F" w:rsidRPr="00822A3F" w:rsidRDefault="00822A3F" w:rsidP="00822A3F">
            <w:pPr>
              <w:pStyle w:val="SIText"/>
            </w:pPr>
            <w:r w:rsidRPr="00822A3F">
              <w:t>2.2 Regularly monitor equipment or processes involved in the preservation process at critical control points</w:t>
            </w:r>
          </w:p>
          <w:p w14:paraId="5561A706" w14:textId="77777777" w:rsidR="00822A3F" w:rsidRPr="00822A3F" w:rsidRDefault="00822A3F" w:rsidP="00822A3F">
            <w:pPr>
              <w:pStyle w:val="SIText"/>
            </w:pPr>
            <w:r w:rsidRPr="00822A3F">
              <w:t>2.3 Monitor and follow procedures to ensure quality and hygiene of products at all times</w:t>
            </w:r>
          </w:p>
          <w:p w14:paraId="2305B354" w14:textId="77777777" w:rsidR="00822A3F" w:rsidRDefault="00822A3F" w:rsidP="00822A3F">
            <w:pPr>
              <w:pStyle w:val="SIText"/>
            </w:pPr>
            <w:r w:rsidRPr="00822A3F">
              <w:t>2.4 Implement procedures for rejecting, reprocessing and/or recall for products which do not meet specifications or hygiene requirements</w:t>
            </w:r>
          </w:p>
          <w:p w14:paraId="2F41F575" w14:textId="77978494" w:rsidR="00C540C3" w:rsidRPr="00822A3F" w:rsidRDefault="00C540C3" w:rsidP="00822A3F">
            <w:pPr>
              <w:pStyle w:val="SIText"/>
            </w:pPr>
            <w:r>
              <w:t>2.5 Complete records of meat preservation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40C3" w:rsidRPr="00336FCA" w:rsidDel="00423CB2" w14:paraId="0A9A6D34" w14:textId="77777777" w:rsidTr="00CA2922">
        <w:trPr>
          <w:tblHeader/>
        </w:trPr>
        <w:tc>
          <w:tcPr>
            <w:tcW w:w="1396" w:type="pct"/>
          </w:tcPr>
          <w:p w14:paraId="2B1660D3" w14:textId="488D234D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Reading</w:t>
            </w:r>
          </w:p>
        </w:tc>
        <w:tc>
          <w:tcPr>
            <w:tcW w:w="3604" w:type="pct"/>
          </w:tcPr>
          <w:p w14:paraId="2CF6ED9E" w14:textId="77F2E497" w:rsidR="004C183D" w:rsidRPr="00363A12" w:rsidRDefault="004C183D" w:rsidP="00C540C3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Interprets regulatory information relevant to meat preservation</w:t>
            </w:r>
          </w:p>
          <w:p w14:paraId="148D44F0" w14:textId="319E9CED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 w:rsidRPr="00C540C3">
              <w:t>Access and interpret records for traceability</w:t>
            </w:r>
          </w:p>
        </w:tc>
      </w:tr>
      <w:tr w:rsidR="00C540C3" w:rsidRPr="00336FCA" w:rsidDel="00423CB2" w14:paraId="6CAFEB1D" w14:textId="77777777" w:rsidTr="00CA2922">
        <w:trPr>
          <w:tblHeader/>
        </w:trPr>
        <w:tc>
          <w:tcPr>
            <w:tcW w:w="1396" w:type="pct"/>
          </w:tcPr>
          <w:p w14:paraId="6CF88872" w14:textId="58CEAA52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Writing</w:t>
            </w:r>
          </w:p>
        </w:tc>
        <w:tc>
          <w:tcPr>
            <w:tcW w:w="3604" w:type="pct"/>
          </w:tcPr>
          <w:p w14:paraId="15976950" w14:textId="10DDF5EA" w:rsidR="00C540C3" w:rsidRPr="00C540C3" w:rsidRDefault="00C540C3" w:rsidP="00363A12">
            <w:pPr>
              <w:pStyle w:val="SIBulletList1"/>
              <w:rPr>
                <w:rFonts w:eastAsiaTheme="majorEastAsia"/>
              </w:rPr>
            </w:pPr>
            <w:r>
              <w:t>Complete processing records using digital and/or paper based format</w:t>
            </w:r>
          </w:p>
        </w:tc>
      </w:tr>
      <w:tr w:rsidR="00C540C3" w:rsidRPr="00336FCA" w:rsidDel="00423CB2" w14:paraId="4C2E0760" w14:textId="77777777" w:rsidTr="00363A12">
        <w:trPr>
          <w:trHeight w:val="70"/>
          <w:tblHeader/>
        </w:trPr>
        <w:tc>
          <w:tcPr>
            <w:tcW w:w="1396" w:type="pct"/>
          </w:tcPr>
          <w:p w14:paraId="1E1B5B64" w14:textId="51B4295E" w:rsidR="00C540C3" w:rsidRPr="00C540C3" w:rsidRDefault="00C540C3" w:rsidP="00363A12">
            <w:pPr>
              <w:pStyle w:val="SIText"/>
              <w:rPr>
                <w:rFonts w:eastAsiaTheme="majorEastAsia"/>
              </w:rPr>
            </w:pPr>
            <w:r w:rsidRPr="00C540C3">
              <w:t>Numeracy</w:t>
            </w:r>
          </w:p>
        </w:tc>
        <w:tc>
          <w:tcPr>
            <w:tcW w:w="3604" w:type="pct"/>
          </w:tcPr>
          <w:p w14:paraId="1A8DC793" w14:textId="200A2393" w:rsidR="00C540C3" w:rsidRPr="00363A12" w:rsidRDefault="00C540C3" w:rsidP="00363A12">
            <w:pPr>
              <w:pStyle w:val="SIBulletList1"/>
            </w:pPr>
            <w:r>
              <w:t xml:space="preserve">Interprets gauges and scales for temperature </w:t>
            </w:r>
            <w:r w:rsidR="004C183D">
              <w:t>(</w:t>
            </w:r>
            <w:r>
              <w:rPr>
                <w:rFonts w:cs="Arial"/>
              </w:rPr>
              <w:t>°</w:t>
            </w:r>
            <w:r>
              <w:t>C</w:t>
            </w:r>
            <w:r w:rsidR="004C183D">
              <w:t>)</w:t>
            </w:r>
            <w:r>
              <w:t xml:space="preserve">, weight </w:t>
            </w:r>
            <w:r w:rsidR="004C183D">
              <w:t>(</w:t>
            </w:r>
            <w:r>
              <w:t>g, kg</w:t>
            </w:r>
            <w:r w:rsidR="004C183D">
              <w:t>), time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156F1C9B" w:rsidR="00041E59" w:rsidRPr="005404CB" w:rsidRDefault="003F7347" w:rsidP="005404CB">
            <w:pPr>
              <w:pStyle w:val="SIText"/>
            </w:pPr>
            <w:r w:rsidRPr="00C52341">
              <w:t>AMP</w:t>
            </w:r>
            <w:r>
              <w:t>QUA4X</w:t>
            </w:r>
            <w:r w:rsidR="00CC5128">
              <w:t>19</w:t>
            </w:r>
            <w:r w:rsidRPr="00C52341">
              <w:t xml:space="preserve"> </w:t>
            </w:r>
            <w:r w:rsidR="00C52341" w:rsidRPr="00C52341">
              <w:t>Monitor meat preservation process</w:t>
            </w:r>
          </w:p>
        </w:tc>
        <w:tc>
          <w:tcPr>
            <w:tcW w:w="1105" w:type="pct"/>
          </w:tcPr>
          <w:p w14:paraId="6623A6C9" w14:textId="62A9326F" w:rsidR="00041E59" w:rsidRPr="005404CB" w:rsidRDefault="003F7347" w:rsidP="005404CB">
            <w:pPr>
              <w:pStyle w:val="SIText"/>
            </w:pPr>
            <w:r w:rsidRPr="003F7347">
              <w:t>AMPX401 Monitor meat preservation process</w:t>
            </w:r>
          </w:p>
        </w:tc>
        <w:tc>
          <w:tcPr>
            <w:tcW w:w="1251" w:type="pct"/>
          </w:tcPr>
          <w:p w14:paraId="17324B6D" w14:textId="30170332" w:rsidR="003F7347" w:rsidRPr="003F7347" w:rsidRDefault="003F7347" w:rsidP="003F7347">
            <w:r w:rsidRPr="003F7347">
              <w:t>Unit code updated</w:t>
            </w:r>
            <w:r w:rsidRPr="003F7347">
              <w:br/>
              <w:t>Performance criteria clarified.</w:t>
            </w:r>
            <w:r w:rsidRPr="003F7347">
              <w:br/>
              <w:t>Foundation skills added</w:t>
            </w:r>
            <w:r w:rsidRPr="003F7347">
              <w:br/>
              <w:t xml:space="preserve">Performance Evidence, Knowledge </w:t>
            </w:r>
            <w:r w:rsidR="00E21967">
              <w:t>E</w:t>
            </w:r>
            <w:r w:rsidRPr="003F7347">
              <w:t>vidence and Assessment Conditions revised</w:t>
            </w:r>
          </w:p>
          <w:p w14:paraId="38EF1B27" w14:textId="5003D973" w:rsidR="00041E59" w:rsidRPr="005404CB" w:rsidRDefault="00041E59" w:rsidP="005404CB">
            <w:pPr>
              <w:pStyle w:val="SIText"/>
            </w:pPr>
          </w:p>
        </w:tc>
        <w:tc>
          <w:tcPr>
            <w:tcW w:w="1616" w:type="pct"/>
          </w:tcPr>
          <w:p w14:paraId="44BBFF38" w14:textId="6A938666" w:rsidR="00916CD7" w:rsidRPr="005404CB" w:rsidRDefault="00916CD7" w:rsidP="005404CB">
            <w:pPr>
              <w:pStyle w:val="SIText"/>
            </w:pPr>
            <w:r w:rsidRPr="005404CB"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451384A6" w:rsidR="00F1480E" w:rsidRPr="00C52341" w:rsidRDefault="00363A12" w:rsidP="00C52341">
            <w:pPr>
              <w:pStyle w:val="SIText"/>
            </w:pPr>
            <w:hyperlink r:id="rId11" w:history="1">
              <w:r w:rsidR="00C52341" w:rsidRPr="00C52341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261CF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20601" w:rsidRPr="00C52341">
              <w:t>AMP</w:t>
            </w:r>
            <w:r w:rsidR="00720601">
              <w:t>QUA4X</w:t>
            </w:r>
            <w:r w:rsidR="00CC5128">
              <w:t>19</w:t>
            </w:r>
            <w:r w:rsidR="00720601" w:rsidRPr="00C52341">
              <w:t xml:space="preserve"> </w:t>
            </w:r>
            <w:r w:rsidR="00C52341" w:rsidRPr="00C52341">
              <w:t>Monitor meat preservation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7F334226" w14:textId="77777777" w:rsidR="004C183D" w:rsidRPr="004C183D" w:rsidRDefault="004C183D" w:rsidP="004C183D">
            <w:r w:rsidRPr="004C183D">
              <w:t>An individual demonstrating competency must satisfy all of the elements and performance criteria in this unit.</w:t>
            </w:r>
          </w:p>
          <w:p w14:paraId="6C7DA410" w14:textId="77777777" w:rsidR="004C183D" w:rsidRPr="004C183D" w:rsidRDefault="004C183D" w:rsidP="004C183D"/>
          <w:p w14:paraId="2B0BE82F" w14:textId="5C50E53E" w:rsidR="004C183D" w:rsidRPr="004C183D" w:rsidRDefault="004C183D" w:rsidP="004C183D">
            <w:r w:rsidRPr="004C183D">
              <w:t xml:space="preserve">There must be evidence that the individual has </w:t>
            </w:r>
            <w:r>
              <w:t>monitored a meat preservation process</w:t>
            </w:r>
            <w:r w:rsidRPr="004C183D">
              <w:t xml:space="preserve"> on at least </w:t>
            </w:r>
            <w:r>
              <w:t>three</w:t>
            </w:r>
            <w:r w:rsidRPr="004C183D">
              <w:t xml:space="preserve"> occasion</w:t>
            </w:r>
            <w:r>
              <w:t>s</w:t>
            </w:r>
            <w:r w:rsidRPr="004C183D">
              <w:t>, including:</w:t>
            </w:r>
          </w:p>
          <w:p w14:paraId="2892D3C6" w14:textId="2BAD1699" w:rsidR="00B61A40" w:rsidRPr="00B61A40" w:rsidRDefault="00B61A40" w:rsidP="00B61A40">
            <w:pPr>
              <w:pStyle w:val="SIBulletList1"/>
            </w:pPr>
            <w:r w:rsidRPr="00B61A40">
              <w:t>identif</w:t>
            </w:r>
            <w:r w:rsidR="004C183D">
              <w:t>ied</w:t>
            </w:r>
            <w:r w:rsidRPr="00B61A40">
              <w:t xml:space="preserve"> critical control points in the meat preservation process</w:t>
            </w:r>
          </w:p>
          <w:p w14:paraId="56694781" w14:textId="12CAF862" w:rsidR="00B61A40" w:rsidRPr="00B61A40" w:rsidRDefault="00B61A40" w:rsidP="00B61A40">
            <w:pPr>
              <w:pStyle w:val="SIBulletList1"/>
            </w:pPr>
            <w:r w:rsidRPr="00B61A40">
              <w:t>determine</w:t>
            </w:r>
            <w:r w:rsidR="004C183D">
              <w:t>d</w:t>
            </w:r>
            <w:r w:rsidRPr="00B61A40">
              <w:t xml:space="preserve"> and implement</w:t>
            </w:r>
            <w:r w:rsidR="004C183D">
              <w:t>ed</w:t>
            </w:r>
            <w:r w:rsidRPr="00B61A40">
              <w:t xml:space="preserve"> corrective action</w:t>
            </w:r>
            <w:r w:rsidR="004C183D">
              <w:t>s</w:t>
            </w:r>
          </w:p>
          <w:p w14:paraId="47AC20F8" w14:textId="77777777" w:rsidR="00B61A40" w:rsidRPr="00B61A40" w:rsidRDefault="00B61A40" w:rsidP="00B61A40">
            <w:pPr>
              <w:pStyle w:val="SIBulletList1"/>
            </w:pPr>
            <w:r w:rsidRPr="00B61A40">
              <w:t>interpret monitoring data and identify out-of-specification performance or product</w:t>
            </w:r>
          </w:p>
          <w:p w14:paraId="49081BB4" w14:textId="53EB3798" w:rsidR="00556C4C" w:rsidRPr="005404CB" w:rsidRDefault="00B61A40" w:rsidP="00E21967">
            <w:pPr>
              <w:pStyle w:val="SIBulletList1"/>
            </w:pPr>
            <w:r w:rsidRPr="00B61A40">
              <w:t>ensure</w:t>
            </w:r>
            <w:r w:rsidR="00D42316">
              <w:t>d</w:t>
            </w:r>
            <w:r w:rsidRPr="00B61A40">
              <w:t xml:space="preserve"> compliance with workplace and regulatory requirements</w:t>
            </w:r>
            <w:r w:rsidR="00D42316"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0FAA849" w14:textId="77777777" w:rsidR="00D42316" w:rsidRPr="00D42316" w:rsidRDefault="00D42316" w:rsidP="00D42316">
            <w:r w:rsidRPr="00D42316">
              <w:t>An individual must be able to demonstrate the knowledge required to perform the tasks outlined in the elements and performance criteria of this unit. This includes knowledge of:</w:t>
            </w:r>
          </w:p>
          <w:p w14:paraId="56921F74" w14:textId="77777777" w:rsidR="00D90028" w:rsidRPr="00D90028" w:rsidRDefault="00D90028" w:rsidP="00D90028">
            <w:pPr>
              <w:pStyle w:val="SIBulletList1"/>
            </w:pPr>
            <w:r w:rsidRPr="00D90028">
              <w:t>the criteria for rejected, reprocessed or recalled product</w:t>
            </w:r>
          </w:p>
          <w:p w14:paraId="3ECD8E57" w14:textId="77777777" w:rsidR="00D90028" w:rsidRPr="00D90028" w:rsidRDefault="00D90028" w:rsidP="00D90028">
            <w:pPr>
              <w:pStyle w:val="SIBulletList1"/>
            </w:pPr>
            <w:r w:rsidRPr="00D90028">
              <w:t>the process involved in preserving meat in own workplace</w:t>
            </w:r>
          </w:p>
          <w:p w14:paraId="6EDA7A57" w14:textId="41BD61A2" w:rsidR="00D90028" w:rsidRDefault="00D90028" w:rsidP="00D90028">
            <w:pPr>
              <w:pStyle w:val="SIBulletList1"/>
            </w:pPr>
            <w:r w:rsidRPr="00D90028">
              <w:t>critical aspects of meat safety and hygiene during the preservation process</w:t>
            </w:r>
          </w:p>
          <w:p w14:paraId="3E3F44C6" w14:textId="77777777" w:rsidR="00AE16D8" w:rsidRPr="00AE16D8" w:rsidRDefault="00AE16D8" w:rsidP="00AE16D8">
            <w:pPr>
              <w:pStyle w:val="SIBulletList1"/>
            </w:pPr>
            <w:r w:rsidRPr="00AE16D8">
              <w:t>effects of microbial growth on meat</w:t>
            </w:r>
          </w:p>
          <w:p w14:paraId="065EFCCA" w14:textId="77777777" w:rsidR="00AE16D8" w:rsidRPr="00AE16D8" w:rsidRDefault="00AE16D8" w:rsidP="00AE16D8">
            <w:pPr>
              <w:pStyle w:val="SIBulletList1"/>
            </w:pPr>
            <w:r w:rsidRPr="00AE16D8">
              <w:t>types of samples taken to test for microbial growth</w:t>
            </w:r>
          </w:p>
          <w:p w14:paraId="1C3E3B92" w14:textId="77777777" w:rsidR="00AE16D8" w:rsidRPr="00AE16D8" w:rsidRDefault="00AE16D8" w:rsidP="00AE16D8">
            <w:pPr>
              <w:pStyle w:val="SIBulletList1"/>
            </w:pPr>
            <w:r w:rsidRPr="00AE16D8">
              <w:t>microbiological threats to meat, including bacteria and some yeasts and moulds</w:t>
            </w:r>
          </w:p>
          <w:p w14:paraId="1A800923" w14:textId="77777777" w:rsidR="00AE16D8" w:rsidRPr="00AE16D8" w:rsidRDefault="00AE16D8" w:rsidP="00AE16D8">
            <w:pPr>
              <w:pStyle w:val="SIBulletList1"/>
            </w:pPr>
            <w:r w:rsidRPr="00AE16D8">
              <w:t xml:space="preserve">typical microbial contaminants to meat (Escherichia coli, Salmonella campylobacter, Staphylococcus aureus, and Listeria monocytogenes) </w:t>
            </w:r>
          </w:p>
          <w:p w14:paraId="4E945A89" w14:textId="77777777" w:rsidR="00D90028" w:rsidRPr="00D90028" w:rsidRDefault="00D90028" w:rsidP="00D90028">
            <w:pPr>
              <w:pStyle w:val="SIBulletList1"/>
            </w:pPr>
            <w:r w:rsidRPr="00D90028">
              <w:t>relevant procedures for ensuring the preserved meat product is safe and fit for human consumption</w:t>
            </w:r>
          </w:p>
          <w:p w14:paraId="2C620839" w14:textId="77777777" w:rsidR="00D90028" w:rsidRPr="00D90028" w:rsidRDefault="00D90028" w:rsidP="00D90028">
            <w:pPr>
              <w:pStyle w:val="SIBulletList1"/>
            </w:pPr>
            <w:r w:rsidRPr="00D90028">
              <w:t>rejection and recall procedures</w:t>
            </w:r>
          </w:p>
          <w:p w14:paraId="47E22D00" w14:textId="77777777" w:rsidR="00D90028" w:rsidRPr="00D90028" w:rsidRDefault="00D90028" w:rsidP="00D90028">
            <w:pPr>
              <w:pStyle w:val="SIBulletList1"/>
            </w:pPr>
            <w:r w:rsidRPr="00D90028">
              <w:t>the impact of the preservation process on product quality, including eating quality</w:t>
            </w:r>
          </w:p>
          <w:p w14:paraId="4AE53EFA" w14:textId="23C34219" w:rsidR="00D90028" w:rsidRDefault="00D90028" w:rsidP="00D90028">
            <w:pPr>
              <w:pStyle w:val="SIBulletList1"/>
            </w:pPr>
            <w:r w:rsidRPr="00D90028">
              <w:t>current regulatory requirements relating to the preservation of meat and meat products</w:t>
            </w:r>
          </w:p>
          <w:p w14:paraId="5597CC0C" w14:textId="7286316A" w:rsidR="00AE16D8" w:rsidRPr="00AE16D8" w:rsidRDefault="00AE16D8" w:rsidP="00AE16D8">
            <w:pPr>
              <w:pStyle w:val="SIBulletList1"/>
            </w:pPr>
            <w:r w:rsidRPr="00AE16D8">
              <w:t xml:space="preserve">Food Standards Code in relation to meat </w:t>
            </w:r>
            <w:r>
              <w:t>preservation</w:t>
            </w:r>
            <w:r w:rsidRPr="00AE16D8">
              <w:t xml:space="preserve"> and site</w:t>
            </w:r>
          </w:p>
          <w:p w14:paraId="59BB0230" w14:textId="77777777" w:rsidR="00720601" w:rsidRDefault="00AE16D8" w:rsidP="00720601">
            <w:pPr>
              <w:pStyle w:val="SIBulletList1"/>
              <w:rPr>
                <w:rStyle w:val="SIText-Italic"/>
                <w:i w:val="0"/>
              </w:rPr>
            </w:pPr>
            <w:r w:rsidRPr="00AE16D8">
              <w:t xml:space="preserve">key requirements of </w:t>
            </w:r>
            <w:r w:rsidRPr="00AE16D8">
              <w:rPr>
                <w:rStyle w:val="SIText-Italic"/>
              </w:rPr>
              <w:t>Australian Standard 4696:2007 Hygienic production and transportation of meat and meat products for human consumption</w:t>
            </w:r>
            <w:r w:rsidR="00720601">
              <w:rPr>
                <w:rStyle w:val="SIText-Italic"/>
              </w:rPr>
              <w:t xml:space="preserve">, </w:t>
            </w:r>
            <w:r w:rsidR="00720601" w:rsidRPr="00363A12">
              <w:rPr>
                <w:rStyle w:val="SIText-Italic"/>
                <w:i w:val="0"/>
              </w:rPr>
              <w:t>or its successor</w:t>
            </w:r>
          </w:p>
          <w:p w14:paraId="66608BB7" w14:textId="0325B73B" w:rsidR="00F1480E" w:rsidRPr="005404CB" w:rsidRDefault="00720601" w:rsidP="00720601">
            <w:pPr>
              <w:pStyle w:val="SIBulletList1"/>
            </w:pPr>
            <w:r w:rsidRPr="00720601">
              <w:t>traceability requirements of meat and/or meat products processed at work site</w:t>
            </w:r>
            <w:r>
              <w:rPr>
                <w:rStyle w:val="SIText-Italic"/>
              </w:rP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1A7C397A" w14:textId="77777777" w:rsidR="00D42316" w:rsidRPr="00D42316" w:rsidRDefault="00D42316" w:rsidP="00D42316">
            <w:pPr>
              <w:pStyle w:val="SIText"/>
            </w:pPr>
            <w:r w:rsidRPr="00D42316">
              <w:t>Assessment of the skills in this unit of competency must take place under the following conditions:</w:t>
            </w:r>
          </w:p>
          <w:p w14:paraId="2AB5CEC5" w14:textId="77777777" w:rsidR="00D42316" w:rsidRPr="00D42316" w:rsidRDefault="00D42316" w:rsidP="00D42316">
            <w:pPr>
              <w:pStyle w:val="SIBulletList1"/>
            </w:pPr>
            <w:r w:rsidRPr="00D42316">
              <w:t>physical conditions:</w:t>
            </w:r>
          </w:p>
          <w:p w14:paraId="1BCA200E" w14:textId="504D33EC" w:rsidR="00D42316" w:rsidRPr="00D42316" w:rsidRDefault="00D42316" w:rsidP="00D42316">
            <w:pPr>
              <w:pStyle w:val="SIBulletList2"/>
            </w:pPr>
            <w:r w:rsidRPr="00D42316">
              <w:t>skills must be demonstrated in a commercial meat preservation operation</w:t>
            </w:r>
          </w:p>
          <w:p w14:paraId="0FCEFFE8" w14:textId="7AB879FC" w:rsidR="00D42316" w:rsidRDefault="00D42316" w:rsidP="00D42316">
            <w:pPr>
              <w:pStyle w:val="SIBulletList1"/>
            </w:pPr>
            <w:r>
              <w:t>resources:</w:t>
            </w:r>
          </w:p>
          <w:p w14:paraId="122CC27E" w14:textId="78DE1B9F" w:rsidR="00D42316" w:rsidRDefault="00D42316" w:rsidP="00363A12">
            <w:pPr>
              <w:pStyle w:val="SIBulletList2"/>
            </w:pPr>
            <w:r>
              <w:t>meat for preservation</w:t>
            </w:r>
          </w:p>
          <w:p w14:paraId="7BD68C42" w14:textId="04E7A008" w:rsidR="00D42316" w:rsidRDefault="00D42316" w:rsidP="00D42316">
            <w:pPr>
              <w:pStyle w:val="SIBulletList2"/>
            </w:pPr>
            <w:r>
              <w:t>preserving ingredients</w:t>
            </w:r>
          </w:p>
          <w:p w14:paraId="44F30A94" w14:textId="5181E1B9" w:rsidR="00720601" w:rsidRDefault="00720601" w:rsidP="00363A12">
            <w:pPr>
              <w:pStyle w:val="SIBulletList2"/>
            </w:pPr>
            <w:r>
              <w:t>record-keeping systems</w:t>
            </w:r>
          </w:p>
          <w:p w14:paraId="343C6D50" w14:textId="1609C4C9" w:rsidR="00D42316" w:rsidRPr="00D42316" w:rsidRDefault="00D42316" w:rsidP="00D42316">
            <w:pPr>
              <w:pStyle w:val="SIBulletList1"/>
            </w:pPr>
            <w:r w:rsidRPr="00D42316">
              <w:t>specifications:</w:t>
            </w:r>
          </w:p>
          <w:p w14:paraId="0D3A60B2" w14:textId="0EBA0ABA" w:rsidR="00D42316" w:rsidRPr="00D42316" w:rsidRDefault="00D42316" w:rsidP="00D42316">
            <w:pPr>
              <w:pStyle w:val="SIBulletList2"/>
            </w:pPr>
            <w:r w:rsidRPr="00D42316">
              <w:t>product</w:t>
            </w:r>
            <w:r>
              <w:t xml:space="preserve"> specifications</w:t>
            </w:r>
          </w:p>
          <w:p w14:paraId="6BD6FC70" w14:textId="2DAB5A84" w:rsidR="00D42316" w:rsidRPr="00D42316" w:rsidRDefault="00D42316" w:rsidP="00D42316">
            <w:pPr>
              <w:pStyle w:val="SIBulletList2"/>
            </w:pPr>
            <w:r>
              <w:lastRenderedPageBreak/>
              <w:t>reject</w:t>
            </w:r>
            <w:r w:rsidR="00720601">
              <w:t>ion</w:t>
            </w:r>
            <w:r>
              <w:t xml:space="preserve"> and recall procedures</w:t>
            </w:r>
          </w:p>
          <w:p w14:paraId="546297E8" w14:textId="62A06D7A" w:rsidR="00D42316" w:rsidRPr="00D42316" w:rsidRDefault="00D42316" w:rsidP="00D42316">
            <w:pPr>
              <w:pStyle w:val="SIBulletList2"/>
            </w:pPr>
            <w:r w:rsidRPr="00D42316">
              <w:t xml:space="preserve">workplace policy and procedures for </w:t>
            </w:r>
            <w:r>
              <w:t xml:space="preserve">workplace health and safety, </w:t>
            </w:r>
            <w:r w:rsidR="00AE16D8">
              <w:t>food safety and quality.</w:t>
            </w:r>
          </w:p>
          <w:p w14:paraId="706681AE" w14:textId="77777777" w:rsidR="00AE16D8" w:rsidRDefault="00AE16D8" w:rsidP="008A0D26">
            <w:pPr>
              <w:pStyle w:val="SIText"/>
            </w:pPr>
          </w:p>
          <w:p w14:paraId="72FC2BF3" w14:textId="76750D1C" w:rsidR="00F1480E" w:rsidRPr="008A0D26" w:rsidRDefault="00AE16D8" w:rsidP="008A0D26">
            <w:pPr>
              <w:pStyle w:val="SIText"/>
            </w:pPr>
            <w:r w:rsidRPr="00AE16D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03503CFA" w:rsidR="00F1480E" w:rsidRPr="00C52341" w:rsidRDefault="00363A12" w:rsidP="00C52341">
            <w:pPr>
              <w:pStyle w:val="SIText"/>
            </w:pPr>
            <w:hyperlink r:id="rId12" w:history="1">
              <w:r w:rsidR="00C52341" w:rsidRPr="00C5234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A2CAC" w14:textId="77777777" w:rsidR="00E86D8B" w:rsidRDefault="00E86D8B" w:rsidP="00BF3F0A">
      <w:r>
        <w:separator/>
      </w:r>
    </w:p>
    <w:p w14:paraId="61707A4E" w14:textId="77777777" w:rsidR="00E86D8B" w:rsidRDefault="00E86D8B"/>
  </w:endnote>
  <w:endnote w:type="continuationSeparator" w:id="0">
    <w:p w14:paraId="2AB5C6AF" w14:textId="77777777" w:rsidR="00E86D8B" w:rsidRDefault="00E86D8B" w:rsidP="00BF3F0A">
      <w:r>
        <w:continuationSeparator/>
      </w:r>
    </w:p>
    <w:p w14:paraId="1A93E52B" w14:textId="77777777" w:rsidR="00E86D8B" w:rsidRDefault="00E86D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79C8" w14:textId="77777777" w:rsidR="00CC5128" w:rsidRDefault="00CC512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F319D" w14:textId="77777777" w:rsidR="00CC5128" w:rsidRDefault="00CC512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CFAF" w14:textId="77777777" w:rsidR="00E86D8B" w:rsidRDefault="00E86D8B" w:rsidP="00BF3F0A">
      <w:r>
        <w:separator/>
      </w:r>
    </w:p>
    <w:p w14:paraId="52574B82" w14:textId="77777777" w:rsidR="00E86D8B" w:rsidRDefault="00E86D8B"/>
  </w:footnote>
  <w:footnote w:type="continuationSeparator" w:id="0">
    <w:p w14:paraId="512138AA" w14:textId="77777777" w:rsidR="00E86D8B" w:rsidRDefault="00E86D8B" w:rsidP="00BF3F0A">
      <w:r>
        <w:continuationSeparator/>
      </w:r>
    </w:p>
    <w:p w14:paraId="0287B98A" w14:textId="77777777" w:rsidR="00E86D8B" w:rsidRDefault="00E86D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1C621" w14:textId="77777777" w:rsidR="00CC5128" w:rsidRDefault="00CC512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5AF31CFF" w:rsidR="009C2650" w:rsidRPr="00C52341" w:rsidRDefault="00363A12" w:rsidP="00C52341">
    <w:sdt>
      <w:sdtPr>
        <w:rPr>
          <w:lang w:eastAsia="en-US"/>
        </w:rPr>
        <w:id w:val="16868650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69F5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128" w:rsidRPr="00C52341">
      <w:rPr>
        <w:lang w:eastAsia="en-US"/>
      </w:rPr>
      <w:t>AMP</w:t>
    </w:r>
    <w:r w:rsidR="00CC5128">
      <w:t>QUA4X19</w:t>
    </w:r>
    <w:r w:rsidR="00CC5128" w:rsidRPr="00C52341">
      <w:rPr>
        <w:lang w:eastAsia="en-US"/>
      </w:rPr>
      <w:t xml:space="preserve"> </w:t>
    </w:r>
    <w:r w:rsidR="00C52341" w:rsidRPr="00C52341">
      <w:rPr>
        <w:lang w:eastAsia="en-US"/>
      </w:rPr>
      <w:t>Monitor meat preservation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56A3" w14:textId="77777777" w:rsidR="00CC5128" w:rsidRDefault="00CC51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0951D0"/>
    <w:multiLevelType w:val="multilevel"/>
    <w:tmpl w:val="A336C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C431B4F"/>
    <w:multiLevelType w:val="multilevel"/>
    <w:tmpl w:val="B4F827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29F3A1E"/>
    <w:multiLevelType w:val="multilevel"/>
    <w:tmpl w:val="7F0ED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767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A1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34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183D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2B7E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C09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410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0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A3F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0D26"/>
    <w:rsid w:val="008A12ED"/>
    <w:rsid w:val="008A39D3"/>
    <w:rsid w:val="008B2C77"/>
    <w:rsid w:val="008B4AD2"/>
    <w:rsid w:val="008B53FB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69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6D8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1A4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341"/>
    <w:rsid w:val="00C540C3"/>
    <w:rsid w:val="00C578E9"/>
    <w:rsid w:val="00C70626"/>
    <w:rsid w:val="00C72860"/>
    <w:rsid w:val="00C72A48"/>
    <w:rsid w:val="00C73582"/>
    <w:rsid w:val="00C73B90"/>
    <w:rsid w:val="00C742EC"/>
    <w:rsid w:val="00C87F02"/>
    <w:rsid w:val="00C96AF3"/>
    <w:rsid w:val="00C97CCC"/>
    <w:rsid w:val="00CA0274"/>
    <w:rsid w:val="00CA139A"/>
    <w:rsid w:val="00CB746F"/>
    <w:rsid w:val="00CC451E"/>
    <w:rsid w:val="00CC512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16"/>
    <w:rsid w:val="00D54C76"/>
    <w:rsid w:val="00D632BB"/>
    <w:rsid w:val="00D71E43"/>
    <w:rsid w:val="00D727F3"/>
    <w:rsid w:val="00D73695"/>
    <w:rsid w:val="00D810DE"/>
    <w:rsid w:val="00D87D32"/>
    <w:rsid w:val="00D90028"/>
    <w:rsid w:val="00D91188"/>
    <w:rsid w:val="00D92C83"/>
    <w:rsid w:val="00DA0A81"/>
    <w:rsid w:val="00DA3C10"/>
    <w:rsid w:val="00DA53B5"/>
    <w:rsid w:val="00DC1D69"/>
    <w:rsid w:val="00DC5A3A"/>
    <w:rsid w:val="00DD0726"/>
    <w:rsid w:val="00E159AD"/>
    <w:rsid w:val="00E21967"/>
    <w:rsid w:val="00E238E6"/>
    <w:rsid w:val="00E34CD8"/>
    <w:rsid w:val="00E35064"/>
    <w:rsid w:val="00E3681D"/>
    <w:rsid w:val="00E40225"/>
    <w:rsid w:val="00E501F0"/>
    <w:rsid w:val="00E6166D"/>
    <w:rsid w:val="00E86D8B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0FE"/>
    <w:rsid w:val="00FB232E"/>
    <w:rsid w:val="00FD164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523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F73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3c625ec5-f4fe-4e46-a051-7a1a1cbc9a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2A8003-15D9-479C-B4EA-86706E0D6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22</cp:revision>
  <cp:lastPrinted>2016-05-27T05:21:00Z</cp:lastPrinted>
  <dcterms:created xsi:type="dcterms:W3CDTF">2021-08-09T02:15:00Z</dcterms:created>
  <dcterms:modified xsi:type="dcterms:W3CDTF">2022-02-14T23:48:00Z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3 Quality/Food safety/WHS</vt:lpwstr>
  </property>
</Properties>
</file>